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5C7D0CC8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B06FF0">
        <w:rPr>
          <w:rFonts w:ascii="BIZ UD明朝 Medium" w:eastAsia="BIZ UD明朝 Medium" w:hAnsi="ＭＳ 明朝" w:hint="eastAsia"/>
          <w:spacing w:val="16"/>
          <w:sz w:val="21"/>
          <w:szCs w:val="21"/>
        </w:rPr>
        <w:t>頭蓋内圧測定装置</w:t>
      </w:r>
      <w:r w:rsidR="007470CE" w:rsidRPr="007470CE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6A7984">
        <w:rPr>
          <w:rFonts w:ascii="BIZ UD明朝 Medium" w:eastAsia="BIZ UD明朝 Medium" w:hAnsi="ＭＳ 明朝" w:hint="eastAsia"/>
          <w:spacing w:val="16"/>
          <w:sz w:val="21"/>
          <w:szCs w:val="21"/>
        </w:rPr>
        <w:t>１</w:t>
      </w:r>
      <w:r w:rsidR="00B06FF0">
        <w:rPr>
          <w:rFonts w:ascii="BIZ UD明朝 Medium" w:eastAsia="BIZ UD明朝 Medium" w:hAnsi="ＭＳ 明朝" w:hint="eastAsia"/>
          <w:spacing w:val="16"/>
          <w:sz w:val="21"/>
          <w:szCs w:val="21"/>
        </w:rPr>
        <w:t>式</w:t>
      </w:r>
    </w:p>
    <w:p w14:paraId="685760A9" w14:textId="77777777" w:rsidR="00150BD1" w:rsidRPr="00F85E70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65BB3710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B06FF0" w:rsidRPr="00B06FF0">
        <w:rPr>
          <w:rFonts w:ascii="BIZ UD明朝 Medium" w:eastAsia="BIZ UD明朝 Medium" w:hAnsi="ＭＳ 明朝" w:hint="eastAsia"/>
          <w:spacing w:val="16"/>
          <w:szCs w:val="22"/>
        </w:rPr>
        <w:t>令和７年１１月１４日(金)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76818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61B1"/>
    <w:rsid w:val="00307C95"/>
    <w:rsid w:val="00310A28"/>
    <w:rsid w:val="00321D20"/>
    <w:rsid w:val="00325BFE"/>
    <w:rsid w:val="00332AAD"/>
    <w:rsid w:val="00333C02"/>
    <w:rsid w:val="00334E08"/>
    <w:rsid w:val="00343229"/>
    <w:rsid w:val="003435EF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16E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485C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64D6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A7984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1295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4ED6"/>
    <w:rsid w:val="009A5180"/>
    <w:rsid w:val="009A7A21"/>
    <w:rsid w:val="009A7C04"/>
    <w:rsid w:val="009B1EF8"/>
    <w:rsid w:val="009B40ED"/>
    <w:rsid w:val="009B5985"/>
    <w:rsid w:val="009B6D4C"/>
    <w:rsid w:val="009B7772"/>
    <w:rsid w:val="009C0AFA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06FF0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5EE4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2CCF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B623E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85E70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59</cp:revision>
  <cp:lastPrinted>2025-11-10T09:18:00Z</cp:lastPrinted>
  <dcterms:created xsi:type="dcterms:W3CDTF">2020-01-22T03:01:00Z</dcterms:created>
  <dcterms:modified xsi:type="dcterms:W3CDTF">2025-11-10T09:18:00Z</dcterms:modified>
</cp:coreProperties>
</file>